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093" w:rsidRDefault="00106728">
      <w:r>
        <w:rPr>
          <w:noProof/>
          <w:lang w:eastAsia="en-AU"/>
        </w:rPr>
        <w:drawing>
          <wp:inline distT="0" distB="0" distL="0" distR="0" wp14:anchorId="244D9409" wp14:editId="2B5A5B9D">
            <wp:extent cx="2139315" cy="2139315"/>
            <wp:effectExtent l="0" t="0" r="0" b="0"/>
            <wp:docPr id="1" name="Picture 1" descr="Image result for logo like pinte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ogo like pinteres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10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728"/>
    <w:rsid w:val="00106728"/>
    <w:rsid w:val="0015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7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7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EAC479C7.dotm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Allana Linn</dc:creator>
  <cp:lastModifiedBy>Allana Linn</cp:lastModifiedBy>
  <cp:revision>1</cp:revision>
  <dcterms:created xsi:type="dcterms:W3CDTF">2015-06-12T01:42:00Z</dcterms:created>
  <dcterms:modified xsi:type="dcterms:W3CDTF">2015-06-12T01:42:00Z</dcterms:modified>
</cp:coreProperties>
</file>